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425C9285" w:rsidR="008260A6" w:rsidRDefault="006A26D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31.10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1EC65281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D072EC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3109B7C9" w:rsidR="008260A6" w:rsidRDefault="006A26D9" w:rsidP="008260A6">
            <w:pPr>
              <w:rPr>
                <w:rFonts w:cs="Arial"/>
                <w:szCs w:val="20"/>
              </w:rPr>
            </w:pPr>
            <w:r w:rsidRPr="006A26D9">
              <w:rPr>
                <w:rFonts w:cs="Arial"/>
                <w:szCs w:val="20"/>
              </w:rPr>
              <w:t>2-24-8871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Tatari</w:t>
      </w:r>
      <w:proofErr w:type="spellEnd"/>
      <w:r>
        <w:rPr>
          <w:rFonts w:cs="Arial"/>
          <w:szCs w:val="20"/>
        </w:rPr>
        <w:t xml:space="preserve">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B62CB9" w:rsidP="00463CBB">
      <w:pPr>
        <w:rPr>
          <w:rFonts w:cs="Arial"/>
          <w:szCs w:val="20"/>
        </w:rPr>
      </w:pPr>
      <w:hyperlink r:id="rId11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56595362" w:rsidR="00463CBB" w:rsidRDefault="00463CBB" w:rsidP="006A26D9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6A26D9">
        <w:rPr>
          <w:rFonts w:cs="Arial"/>
          <w:szCs w:val="20"/>
          <w:lang w:val="et-EE"/>
        </w:rPr>
        <w:t>2-24-8871</w:t>
      </w:r>
      <w:r w:rsidR="00D072EC" w:rsidRPr="00D072EC">
        <w:rPr>
          <w:rFonts w:cs="Arial"/>
          <w:szCs w:val="20"/>
          <w:lang w:val="et-EE"/>
        </w:rPr>
        <w:t xml:space="preserve"> </w:t>
      </w:r>
      <w:proofErr w:type="spellStart"/>
      <w:r w:rsidR="006A26D9" w:rsidRPr="006A26D9">
        <w:rPr>
          <w:rFonts w:cs="Arial"/>
          <w:szCs w:val="20"/>
          <w:lang w:val="et-EE"/>
        </w:rPr>
        <w:t>Cargobus</w:t>
      </w:r>
      <w:proofErr w:type="spellEnd"/>
      <w:r w:rsidR="006A26D9" w:rsidRPr="006A26D9">
        <w:rPr>
          <w:rFonts w:cs="Arial"/>
          <w:szCs w:val="20"/>
          <w:lang w:val="et-EE"/>
        </w:rPr>
        <w:t xml:space="preserve"> OÜ</w:t>
      </w:r>
      <w:r w:rsidR="006A26D9">
        <w:rPr>
          <w:rFonts w:cs="Arial"/>
          <w:szCs w:val="20"/>
          <w:lang w:val="et-EE"/>
        </w:rPr>
        <w:t xml:space="preserve"> (registrikood </w:t>
      </w:r>
      <w:r w:rsidR="006A26D9" w:rsidRPr="006A26D9">
        <w:rPr>
          <w:rFonts w:cs="Arial"/>
          <w:szCs w:val="20"/>
          <w:lang w:val="et-EE"/>
        </w:rPr>
        <w:t>16448168</w:t>
      </w:r>
      <w:r w:rsidR="006A26D9">
        <w:rPr>
          <w:rFonts w:cs="Arial"/>
          <w:szCs w:val="20"/>
          <w:lang w:val="et-EE"/>
        </w:rPr>
        <w:t xml:space="preserve">) </w:t>
      </w:r>
      <w:r w:rsidR="00D072EC" w:rsidRPr="00D072EC">
        <w:rPr>
          <w:rFonts w:cs="Arial"/>
          <w:szCs w:val="20"/>
          <w:lang w:val="et-EE"/>
        </w:rPr>
        <w:t>pankrotiavaldus</w:t>
      </w:r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7D6E02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7D6E02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1A8BB6E3" w:rsidR="00621D26" w:rsidRPr="00D33AAD" w:rsidRDefault="007D6E02" w:rsidP="007D6E02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B62CB9">
        <w:rPr>
          <w:lang w:val="et-EE"/>
        </w:rPr>
        <w:t>14.10</w:t>
      </w:r>
      <w:r w:rsidR="00D072EC">
        <w:rPr>
          <w:lang w:val="et-EE"/>
        </w:rPr>
        <w:t>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B62CB9">
        <w:rPr>
          <w:lang w:val="et-EE"/>
        </w:rPr>
        <w:t>5</w:t>
      </w:r>
      <w:r w:rsidR="00167039">
        <w:rPr>
          <w:lang w:val="et-EE"/>
        </w:rPr>
        <w:t>000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Pr="007D6E02">
        <w:rPr>
          <w:lang w:val="et-EE"/>
        </w:rPr>
        <w:t xml:space="preserve"> </w:t>
      </w:r>
      <w:r w:rsidR="00B62CB9">
        <w:rPr>
          <w:rFonts w:cs="Arial"/>
          <w:szCs w:val="20"/>
          <w:lang w:val="et-EE"/>
        </w:rPr>
        <w:t>võlgniku</w:t>
      </w:r>
      <w:r w:rsidR="00D072EC" w:rsidRPr="00D072EC">
        <w:rPr>
          <w:rFonts w:cs="Arial"/>
          <w:szCs w:val="20"/>
          <w:lang w:val="et-EE"/>
        </w:rPr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B62CB9">
        <w:rPr>
          <w:lang w:val="et-EE"/>
        </w:rPr>
        <w:t>24.10</w:t>
      </w:r>
      <w:r w:rsidR="00D072EC">
        <w:rPr>
          <w:lang w:val="et-EE"/>
        </w:rPr>
        <w:t>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B62CB9">
        <w:rPr>
          <w:lang w:val="et-EE"/>
        </w:rPr>
        <w:t>15.10</w:t>
      </w:r>
      <w:r w:rsidR="00D072EC">
        <w:rPr>
          <w:lang w:val="et-EE"/>
        </w:rPr>
        <w:t>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621D26">
      <w:pPr>
        <w:spacing w:before="60" w:after="120" w:line="204" w:lineRule="atLeast"/>
        <w:jc w:val="both"/>
        <w:rPr>
          <w:lang w:val="et-EE"/>
        </w:rPr>
      </w:pPr>
    </w:p>
    <w:p w14:paraId="17AE6D4C" w14:textId="42120DA3" w:rsidR="00C94D82" w:rsidRDefault="007D6E02" w:rsidP="00621D26">
      <w:pPr>
        <w:spacing w:before="60" w:after="120" w:line="204" w:lineRule="atLeast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r w:rsidR="00B62CB9">
        <w:rPr>
          <w:lang w:val="et-EE"/>
        </w:rPr>
        <w:t>2-24-8871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</w:t>
      </w:r>
    </w:p>
    <w:p w14:paraId="47F95A5C" w14:textId="19A3BB41" w:rsidR="007D6E02" w:rsidRPr="00C94D82" w:rsidRDefault="007D6E02" w:rsidP="00621D26">
      <w:pPr>
        <w:spacing w:before="60" w:after="120" w:line="204" w:lineRule="atLeast"/>
        <w:jc w:val="both"/>
        <w:rPr>
          <w:b/>
          <w:bCs/>
          <w:lang w:val="et-EE"/>
        </w:rPr>
      </w:pPr>
      <w:r w:rsidRPr="00C94D82">
        <w:rPr>
          <w:b/>
          <w:bCs/>
          <w:lang w:val="et-EE"/>
        </w:rPr>
        <w:t xml:space="preserve">Kohus annab </w:t>
      </w:r>
      <w:r w:rsidR="00B84EB2" w:rsidRPr="00C94D82">
        <w:rPr>
          <w:b/>
          <w:bCs/>
          <w:lang w:val="et-EE"/>
        </w:rPr>
        <w:t xml:space="preserve">käesolevaga </w:t>
      </w:r>
      <w:r w:rsidRPr="00C94D82">
        <w:rPr>
          <w:b/>
          <w:bCs/>
          <w:lang w:val="et-EE"/>
        </w:rPr>
        <w:t xml:space="preserve">Konkurentsiametile tähtaja avaliku uurimismenetluse alustamise otsustamiseks ja kohtu teavitamiseks </w:t>
      </w:r>
      <w:r w:rsidR="00C94D82" w:rsidRPr="00C94D82">
        <w:rPr>
          <w:b/>
          <w:bCs/>
          <w:lang w:val="et-EE"/>
        </w:rPr>
        <w:t>21</w:t>
      </w:r>
      <w:r w:rsidRPr="00C94D82">
        <w:rPr>
          <w:b/>
          <w:bCs/>
          <w:lang w:val="et-EE"/>
        </w:rPr>
        <w:t xml:space="preserve">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BA5925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5605D"/>
    <w:rsid w:val="00167039"/>
    <w:rsid w:val="00214269"/>
    <w:rsid w:val="002719AB"/>
    <w:rsid w:val="002F71A3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A26D9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B7297"/>
    <w:rsid w:val="00AE1A18"/>
    <w:rsid w:val="00B1243C"/>
    <w:rsid w:val="00B310B5"/>
    <w:rsid w:val="00B57933"/>
    <w:rsid w:val="00B62CB9"/>
    <w:rsid w:val="00B84EB2"/>
    <w:rsid w:val="00B93951"/>
    <w:rsid w:val="00BD6BF6"/>
    <w:rsid w:val="00C2629B"/>
    <w:rsid w:val="00C8651B"/>
    <w:rsid w:val="00C94D82"/>
    <w:rsid w:val="00CD3E78"/>
    <w:rsid w:val="00CE278A"/>
    <w:rsid w:val="00D072EC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3824"/>
    <w:rsid w:val="00EE667C"/>
    <w:rsid w:val="00F11AE2"/>
    <w:rsid w:val="00F14807"/>
    <w:rsid w:val="00F95542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kirjapõhi.dotx</Template>
  <TotalTime>4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Ege Pilme</cp:lastModifiedBy>
  <cp:revision>2</cp:revision>
  <dcterms:created xsi:type="dcterms:W3CDTF">2024-10-30T16:06:00Z</dcterms:created>
  <dcterms:modified xsi:type="dcterms:W3CDTF">2024-10-30T16:06:00Z</dcterms:modified>
</cp:coreProperties>
</file>